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FD" w:rsidRPr="008E0F67" w:rsidRDefault="00BB34FD" w:rsidP="0085478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</w:t>
      </w:r>
      <w:r w:rsidRPr="008E0F67">
        <w:rPr>
          <w:rFonts w:ascii="Times New Roman" w:hAnsi="Times New Roman"/>
          <w:b/>
          <w:sz w:val="24"/>
          <w:szCs w:val="24"/>
        </w:rPr>
        <w:t xml:space="preserve">Проект договора </w:t>
      </w:r>
    </w:p>
    <w:p w:rsidR="00BB34FD" w:rsidRDefault="00BB34FD" w:rsidP="008547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BB34FD" w:rsidRPr="008E0F67" w:rsidRDefault="00BB34FD" w:rsidP="0085478E">
      <w:pPr>
        <w:jc w:val="center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b/>
          <w:sz w:val="28"/>
          <w:szCs w:val="28"/>
        </w:rPr>
        <w:t xml:space="preserve">ДОГОВОР № </w:t>
      </w:r>
    </w:p>
    <w:p w:rsidR="00BB34FD" w:rsidRPr="009C367C" w:rsidRDefault="00BB34FD" w:rsidP="00E56849">
      <w:pPr>
        <w:jc w:val="center"/>
        <w:rPr>
          <w:rFonts w:ascii="Times New Roman" w:hAnsi="Times New Roman"/>
          <w:b/>
        </w:rPr>
      </w:pPr>
      <w:r w:rsidRPr="009C367C">
        <w:rPr>
          <w:rFonts w:ascii="Times New Roman" w:hAnsi="Times New Roman"/>
          <w:b/>
        </w:rPr>
        <w:t>возмездного оказания услуг</w:t>
      </w:r>
    </w:p>
    <w:p w:rsidR="00BB34FD" w:rsidRDefault="00BB34FD" w:rsidP="00831E44">
      <w:pPr>
        <w:rPr>
          <w:rFonts w:ascii="Times New Roman" w:hAnsi="Times New Roman"/>
          <w:b/>
        </w:rPr>
      </w:pPr>
      <w:r w:rsidRPr="009C367C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</w:t>
      </w:r>
      <w:r w:rsidRPr="009C367C">
        <w:rPr>
          <w:rFonts w:ascii="Times New Roman" w:hAnsi="Times New Roman"/>
          <w:b/>
        </w:rPr>
        <w:t>«</w:t>
      </w:r>
      <w:r w:rsidRPr="00C241EA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1 </w:t>
      </w:r>
      <w:r w:rsidRPr="009C367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»    апреля  </w:t>
      </w:r>
      <w:r w:rsidRPr="005F77F3">
        <w:rPr>
          <w:rFonts w:ascii="Times New Roman" w:hAnsi="Times New Roman"/>
          <w:b/>
        </w:rPr>
        <w:t xml:space="preserve">  </w:t>
      </w:r>
      <w:r w:rsidRPr="009C367C">
        <w:rPr>
          <w:rFonts w:ascii="Times New Roman" w:hAnsi="Times New Roman"/>
          <w:b/>
        </w:rPr>
        <w:t xml:space="preserve"> 2</w:t>
      </w:r>
      <w:r>
        <w:rPr>
          <w:rFonts w:ascii="Times New Roman" w:hAnsi="Times New Roman"/>
          <w:b/>
        </w:rPr>
        <w:t>013</w:t>
      </w:r>
      <w:r w:rsidRPr="009C367C">
        <w:rPr>
          <w:rFonts w:ascii="Times New Roman" w:hAnsi="Times New Roman"/>
          <w:b/>
        </w:rPr>
        <w:t xml:space="preserve">г                                                                       </w:t>
      </w:r>
      <w:r>
        <w:rPr>
          <w:rFonts w:ascii="Times New Roman" w:hAnsi="Times New Roman"/>
          <w:b/>
        </w:rPr>
        <w:t xml:space="preserve">                 г.Белорецк    </w:t>
      </w:r>
    </w:p>
    <w:p w:rsidR="00BB34FD" w:rsidRPr="009C367C" w:rsidRDefault="00BB34FD" w:rsidP="00831E44">
      <w:pPr>
        <w:rPr>
          <w:rFonts w:ascii="Times New Roman" w:hAnsi="Times New Roman"/>
        </w:rPr>
      </w:pPr>
      <w:r w:rsidRPr="009C367C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B34FD" w:rsidRDefault="00BB34FD" w:rsidP="0000320E">
      <w:pPr>
        <w:spacing w:after="0"/>
        <w:ind w:left="4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ОА</w:t>
      </w:r>
      <w:r w:rsidRPr="009C367C">
        <w:rPr>
          <w:rFonts w:ascii="Times New Roman" w:hAnsi="Times New Roman"/>
        </w:rPr>
        <w:t>О «Баш</w:t>
      </w:r>
      <w:r>
        <w:rPr>
          <w:rFonts w:ascii="Times New Roman" w:hAnsi="Times New Roman"/>
        </w:rPr>
        <w:t>информсвязь</w:t>
      </w:r>
      <w:r w:rsidRPr="009C367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Белорецкий МУЭС</w:t>
      </w:r>
      <w:r w:rsidRPr="009C367C">
        <w:rPr>
          <w:rFonts w:ascii="Times New Roman" w:hAnsi="Times New Roman"/>
        </w:rPr>
        <w:t xml:space="preserve">, именуемый в дальнейшем  </w:t>
      </w:r>
      <w:r w:rsidRPr="009C367C">
        <w:rPr>
          <w:rFonts w:ascii="Times New Roman" w:hAnsi="Times New Roman"/>
          <w:b/>
        </w:rPr>
        <w:t>«Заказчик»,</w:t>
      </w:r>
      <w:r w:rsidRPr="009C367C">
        <w:rPr>
          <w:rFonts w:ascii="Times New Roman" w:hAnsi="Times New Roman"/>
        </w:rPr>
        <w:t xml:space="preserve"> в лице Директора</w:t>
      </w:r>
      <w:r w:rsidRPr="005F77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ОА</w:t>
      </w:r>
      <w:r w:rsidRPr="009C367C">
        <w:rPr>
          <w:rFonts w:ascii="Times New Roman" w:hAnsi="Times New Roman"/>
        </w:rPr>
        <w:t>О «Баш</w:t>
      </w:r>
      <w:r>
        <w:rPr>
          <w:rFonts w:ascii="Times New Roman" w:hAnsi="Times New Roman"/>
        </w:rPr>
        <w:t>информсвязь</w:t>
      </w:r>
      <w:r w:rsidRPr="009C367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Белорецкий МУЭС</w:t>
      </w:r>
      <w:r w:rsidRPr="009C36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Нарушевич Д.В </w:t>
      </w:r>
      <w:r w:rsidRPr="009C367C">
        <w:rPr>
          <w:rFonts w:ascii="Times New Roman" w:hAnsi="Times New Roman"/>
        </w:rPr>
        <w:t>действующего на основании</w:t>
      </w:r>
      <w:r w:rsidRPr="00984CC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Доверенности № 219 от 31.12.2012 г и положения о филиале </w:t>
      </w:r>
      <w:r w:rsidRPr="009C367C">
        <w:rPr>
          <w:rFonts w:ascii="Times New Roman" w:hAnsi="Times New Roman"/>
        </w:rPr>
        <w:t>с одной стороны и</w:t>
      </w:r>
      <w:r>
        <w:rPr>
          <w:rFonts w:ascii="Times New Roman" w:hAnsi="Times New Roman"/>
        </w:rPr>
        <w:t>____________________</w:t>
      </w:r>
      <w:r w:rsidRPr="009C367C">
        <w:rPr>
          <w:rFonts w:ascii="Times New Roman" w:hAnsi="Times New Roman"/>
        </w:rPr>
        <w:t xml:space="preserve">  с другой  стороны именуемая в дальнейшем </w:t>
      </w:r>
      <w:r w:rsidRPr="009C367C">
        <w:rPr>
          <w:rFonts w:ascii="Times New Roman" w:hAnsi="Times New Roman"/>
          <w:b/>
        </w:rPr>
        <w:t>«Исполнитель»,</w:t>
      </w:r>
      <w:r w:rsidRPr="009C367C">
        <w:rPr>
          <w:rFonts w:ascii="Times New Roman" w:hAnsi="Times New Roman"/>
        </w:rPr>
        <w:t xml:space="preserve"> в лице </w:t>
      </w:r>
      <w:r>
        <w:rPr>
          <w:rFonts w:ascii="Times New Roman" w:hAnsi="Times New Roman"/>
        </w:rPr>
        <w:t>_________________________</w:t>
      </w:r>
      <w:r w:rsidRPr="009C367C">
        <w:rPr>
          <w:rFonts w:ascii="Times New Roman" w:hAnsi="Times New Roman"/>
        </w:rPr>
        <w:t xml:space="preserve"> действующей на основании Устава  с другой стороны, далее совместно именуемые «Стороны», заключили настоящий договор о нижеследующем:</w:t>
      </w:r>
    </w:p>
    <w:p w:rsidR="00BB34FD" w:rsidRPr="009C367C" w:rsidRDefault="00BB34FD" w:rsidP="0000320E">
      <w:pPr>
        <w:spacing w:after="0"/>
        <w:ind w:left="454"/>
        <w:jc w:val="both"/>
        <w:rPr>
          <w:rFonts w:ascii="Times New Roman" w:hAnsi="Times New Roman"/>
        </w:rPr>
      </w:pPr>
    </w:p>
    <w:p w:rsidR="00BB34FD" w:rsidRPr="008E0F67" w:rsidRDefault="00BB34FD" w:rsidP="002F7A42">
      <w:pPr>
        <w:pStyle w:val="ListParagraph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Предмет договора</w:t>
      </w:r>
    </w:p>
    <w:p w:rsidR="00BB34FD" w:rsidRPr="009C367C" w:rsidRDefault="00BB34FD" w:rsidP="00557562">
      <w:pPr>
        <w:pStyle w:val="ListParagraph"/>
        <w:spacing w:after="0"/>
        <w:ind w:left="502"/>
        <w:rPr>
          <w:rFonts w:ascii="Times New Roman" w:hAnsi="Times New Roman"/>
          <w:b/>
          <w:sz w:val="32"/>
          <w:szCs w:val="32"/>
        </w:rPr>
      </w:pP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1.1 Заказчик поручает и оплачивает, а  Исполнитель принимает на себя обязанности по оказанию клининговых услуг по уборке помещений</w:t>
      </w:r>
      <w:r>
        <w:rPr>
          <w:rFonts w:ascii="Times New Roman" w:hAnsi="Times New Roman"/>
        </w:rPr>
        <w:t xml:space="preserve"> Белорецкого МУЭС в г. Белорецк и </w:t>
      </w: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Учалы., с Старосубхангулово, г. Межгорье, с.Учалы 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1.2 Под уборкой, в рамках настоящего договора, Стороны принимают п</w:t>
      </w:r>
      <w:r>
        <w:rPr>
          <w:rFonts w:ascii="Times New Roman" w:hAnsi="Times New Roman"/>
        </w:rPr>
        <w:t>еречень услуг, их периодичность</w:t>
      </w:r>
      <w:r w:rsidRPr="009C367C">
        <w:rPr>
          <w:rFonts w:ascii="Times New Roman" w:hAnsi="Times New Roman"/>
        </w:rPr>
        <w:t>, в соот</w:t>
      </w:r>
      <w:r>
        <w:rPr>
          <w:rFonts w:ascii="Times New Roman" w:hAnsi="Times New Roman"/>
        </w:rPr>
        <w:t>ветствии с  Приложениями № 1,2,</w:t>
      </w:r>
      <w:r w:rsidRPr="00555705">
        <w:rPr>
          <w:rFonts w:ascii="Times New Roman" w:hAnsi="Times New Roman"/>
        </w:rPr>
        <w:t>3</w:t>
      </w:r>
      <w:r>
        <w:rPr>
          <w:rFonts w:ascii="Times New Roman" w:hAnsi="Times New Roman"/>
        </w:rPr>
        <w:t>,4</w:t>
      </w:r>
      <w:r w:rsidRPr="009C367C">
        <w:rPr>
          <w:rFonts w:ascii="Times New Roman" w:hAnsi="Times New Roman"/>
        </w:rPr>
        <w:t xml:space="preserve">  являющимися неотъемлемой частью настоящего договора, подписанным обеими Сторонами.</w:t>
      </w: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1.3 Исполнитель обязуется за свой счет обеспечить персонал необходимыми материалами, спецодеждой, нести необходимые для качественного оказания услуг затраты.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</w:p>
    <w:p w:rsidR="00BB34FD" w:rsidRPr="008E0F67" w:rsidRDefault="00BB34FD" w:rsidP="00557562">
      <w:pPr>
        <w:pStyle w:val="ListParagraph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Обязанности сторон</w:t>
      </w:r>
    </w:p>
    <w:p w:rsidR="00BB34FD" w:rsidRPr="009C367C" w:rsidRDefault="00BB34FD" w:rsidP="00557562">
      <w:pPr>
        <w:pStyle w:val="ListParagraph"/>
        <w:spacing w:after="0"/>
        <w:ind w:left="502"/>
        <w:rPr>
          <w:rFonts w:ascii="Times New Roman" w:hAnsi="Times New Roman"/>
          <w:sz w:val="32"/>
          <w:szCs w:val="32"/>
        </w:rPr>
      </w:pPr>
    </w:p>
    <w:p w:rsidR="00BB34FD" w:rsidRPr="009C367C" w:rsidRDefault="00BB34FD" w:rsidP="002F7A42">
      <w:pPr>
        <w:pStyle w:val="ListParagraph"/>
        <w:tabs>
          <w:tab w:val="center" w:pos="5070"/>
        </w:tabs>
        <w:spacing w:after="0"/>
        <w:ind w:left="502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2.1</w:t>
      </w:r>
      <w:r w:rsidRPr="009C367C">
        <w:rPr>
          <w:rFonts w:ascii="Times New Roman" w:hAnsi="Times New Roman"/>
          <w:b/>
          <w:sz w:val="28"/>
          <w:szCs w:val="28"/>
        </w:rPr>
        <w:t xml:space="preserve"> </w:t>
      </w:r>
      <w:r w:rsidRPr="008E0F67">
        <w:rPr>
          <w:rFonts w:ascii="Times New Roman" w:hAnsi="Times New Roman"/>
          <w:b/>
          <w:sz w:val="24"/>
          <w:szCs w:val="24"/>
        </w:rPr>
        <w:t>Исполнитель обязан: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2.1.1 Приступить к оказанию услуг в течении трех рабочих дней с момента подписания договора.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2.1.2 Оказывать услуги качественно и с периодичностью</w:t>
      </w:r>
      <w:r>
        <w:rPr>
          <w:rFonts w:ascii="Times New Roman" w:hAnsi="Times New Roman"/>
        </w:rPr>
        <w:t>, указанной в Приложениях №№ 1,2,3,4</w:t>
      </w:r>
      <w:r w:rsidRPr="009C367C">
        <w:rPr>
          <w:rFonts w:ascii="Times New Roman" w:hAnsi="Times New Roman"/>
        </w:rPr>
        <w:t xml:space="preserve"> к настоящему договору.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2.1.3 Устранять по требованию Заказчика нарушения и недостатки, допущенные в ходе исполнения обязательств по настоящему договору.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2.1.4 Один раз в месяц ( не позднее 05 числа месяца, следующего за отчетным) предоставлять Заказчику подписанный со своей стороны акт сдачи-приемки оказанных услуг, а также счет на оплату и счет фактуру).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2.1.5 За свой счет осуществлять закупку необходимого инвентаря и оборудования.</w:t>
      </w: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2.1.6</w:t>
      </w:r>
      <w:r w:rsidRPr="009C367C">
        <w:rPr>
          <w:rFonts w:ascii="Times New Roman" w:hAnsi="Times New Roman"/>
        </w:rPr>
        <w:t xml:space="preserve"> Соблюдать правила внутриобъектового и противопожарного режимов, действующих на объектах Заказчика, обеспечить соблюдение этих правил своими работниками.</w:t>
      </w:r>
    </w:p>
    <w:p w:rsidR="00BB34FD" w:rsidRDefault="00BB34FD" w:rsidP="009F637D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2.1.7 Обеспечить знание и соблюдение персоналом Исполнителя всех требований пожарной безопасности, электробезопасности и охраны труда.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2.1.8 Проводить инструктажи работников по электробезопасности и пожарной безопасности. </w:t>
      </w:r>
    </w:p>
    <w:p w:rsidR="00BB34FD" w:rsidRPr="009C367C" w:rsidRDefault="00BB34FD" w:rsidP="002F7A42">
      <w:pPr>
        <w:pStyle w:val="ListParagraph"/>
        <w:spacing w:after="0"/>
        <w:ind w:left="502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2.2</w:t>
      </w:r>
      <w:r w:rsidRPr="009C367C">
        <w:rPr>
          <w:rFonts w:ascii="Times New Roman" w:hAnsi="Times New Roman"/>
          <w:b/>
          <w:sz w:val="28"/>
          <w:szCs w:val="28"/>
        </w:rPr>
        <w:t xml:space="preserve"> </w:t>
      </w:r>
      <w:r w:rsidRPr="008E0F67">
        <w:rPr>
          <w:rFonts w:ascii="Times New Roman" w:hAnsi="Times New Roman"/>
          <w:b/>
          <w:sz w:val="24"/>
          <w:szCs w:val="24"/>
        </w:rPr>
        <w:t>Заказчик обязан:</w:t>
      </w:r>
    </w:p>
    <w:p w:rsidR="00BB34FD" w:rsidRDefault="00BB34FD" w:rsidP="0000320E">
      <w:pPr>
        <w:pStyle w:val="ListParagraph"/>
        <w:spacing w:before="120" w:after="24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2.2.1 Обеспечить персоналу Исполнителя доступ в помещения.</w:t>
      </w:r>
    </w:p>
    <w:p w:rsidR="00BB34FD" w:rsidRPr="009C367C" w:rsidRDefault="00BB34FD" w:rsidP="0000320E">
      <w:pPr>
        <w:pStyle w:val="ListParagraph"/>
        <w:spacing w:before="120" w:after="24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 Предоставить Исполнителю служебное помещение для хранения инвентаря и отдыха персонала Исполнителя.</w:t>
      </w:r>
    </w:p>
    <w:p w:rsidR="00BB34FD" w:rsidRPr="009C367C" w:rsidRDefault="00BB34FD" w:rsidP="0000320E">
      <w:pPr>
        <w:pStyle w:val="ListParagraph"/>
        <w:spacing w:before="120" w:after="24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2.2.3  Осуществлять в журнале учета работ  регулярный учет объема работ и качества работ, выполняемых Исполнителем.</w:t>
      </w:r>
    </w:p>
    <w:p w:rsidR="00BB34FD" w:rsidRDefault="00BB34FD" w:rsidP="0000320E">
      <w:pPr>
        <w:pStyle w:val="ListParagraph"/>
        <w:spacing w:before="120" w:after="24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2.2.5  Производить оплату услуг по настоящему договору в размерах и в сроки, установленные в разделе 3 настоящего договора.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</w:p>
    <w:p w:rsidR="00BB34FD" w:rsidRPr="008E0F67" w:rsidRDefault="00BB34FD" w:rsidP="00557562">
      <w:pPr>
        <w:pStyle w:val="ListParagraph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Стоимость услуг и порядок расчетов</w:t>
      </w:r>
    </w:p>
    <w:p w:rsidR="00BB34FD" w:rsidRPr="009C367C" w:rsidRDefault="00BB34FD" w:rsidP="00557562">
      <w:pPr>
        <w:pStyle w:val="ListParagraph"/>
        <w:spacing w:after="0"/>
        <w:ind w:left="502"/>
        <w:rPr>
          <w:rFonts w:ascii="Times New Roman" w:hAnsi="Times New Roman"/>
          <w:b/>
          <w:sz w:val="32"/>
          <w:szCs w:val="32"/>
        </w:rPr>
      </w:pPr>
    </w:p>
    <w:p w:rsidR="00BB34FD" w:rsidRPr="009C367C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</w:rPr>
      </w:pPr>
      <w:r w:rsidRPr="009C367C">
        <w:rPr>
          <w:rFonts w:ascii="Times New Roman" w:hAnsi="Times New Roman"/>
        </w:rPr>
        <w:t>3.1 Стоимость услуг отражена</w:t>
      </w:r>
      <w:r>
        <w:rPr>
          <w:rFonts w:ascii="Times New Roman" w:hAnsi="Times New Roman"/>
        </w:rPr>
        <w:t xml:space="preserve"> в Смете расходов ( Приложение№2</w:t>
      </w:r>
      <w:r w:rsidRPr="009C367C">
        <w:rPr>
          <w:rFonts w:ascii="Times New Roman" w:hAnsi="Times New Roman"/>
        </w:rPr>
        <w:t>),являющемся неотъемлемой частью настоящего договора, подписанной обеими Сторонами. В стоимость услуг входит стоимость, моющих и химических средств, инвентаря, спецодежды всех затрат Исполнителя.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  <w:b/>
        </w:rPr>
      </w:pPr>
      <w:r w:rsidRPr="009C367C">
        <w:rPr>
          <w:rFonts w:ascii="Times New Roman" w:hAnsi="Times New Roman"/>
          <w:b/>
        </w:rPr>
        <w:t xml:space="preserve">3.2 Сумма договора </w:t>
      </w:r>
      <w:r>
        <w:rPr>
          <w:rFonts w:ascii="Times New Roman" w:hAnsi="Times New Roman"/>
          <w:b/>
        </w:rPr>
        <w:t>в месяц</w:t>
      </w:r>
      <w:r w:rsidRPr="009C367C">
        <w:rPr>
          <w:rFonts w:ascii="Times New Roman" w:hAnsi="Times New Roman"/>
          <w:b/>
        </w:rPr>
        <w:t xml:space="preserve"> составляет   -</w:t>
      </w:r>
      <w:r>
        <w:rPr>
          <w:rFonts w:ascii="Times New Roman" w:hAnsi="Times New Roman"/>
          <w:b/>
        </w:rPr>
        <w:t xml:space="preserve">                 руб</w:t>
      </w:r>
      <w:r w:rsidRPr="00667D9E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, </w:t>
      </w:r>
      <w:r w:rsidRPr="00D012F9">
        <w:rPr>
          <w:rFonts w:ascii="Times New Roman" w:hAnsi="Times New Roman"/>
        </w:rPr>
        <w:t>без</w:t>
      </w:r>
      <w:r>
        <w:rPr>
          <w:rFonts w:ascii="Times New Roman" w:hAnsi="Times New Roman"/>
        </w:rPr>
        <w:t xml:space="preserve"> </w:t>
      </w:r>
      <w:r w:rsidRPr="00D012F9">
        <w:rPr>
          <w:rFonts w:ascii="Times New Roman" w:hAnsi="Times New Roman"/>
        </w:rPr>
        <w:t>учета НДС</w:t>
      </w:r>
      <w:r>
        <w:rPr>
          <w:rFonts w:ascii="Times New Roman" w:hAnsi="Times New Roman"/>
          <w:b/>
        </w:rPr>
        <w:t xml:space="preserve">.             </w:t>
      </w:r>
      <w:r w:rsidRPr="009C367C">
        <w:rPr>
          <w:rFonts w:ascii="Times New Roman" w:hAnsi="Times New Roman"/>
          <w:b/>
        </w:rPr>
        <w:t xml:space="preserve">        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 xml:space="preserve">3.3 </w:t>
      </w:r>
      <w:r>
        <w:rPr>
          <w:rFonts w:ascii="Times New Roman" w:hAnsi="Times New Roman"/>
        </w:rPr>
        <w:t>Оплата производит</w:t>
      </w:r>
      <w:r w:rsidRPr="009C367C">
        <w:rPr>
          <w:rFonts w:ascii="Times New Roman" w:hAnsi="Times New Roman"/>
        </w:rPr>
        <w:t xml:space="preserve">ся в соответствии с актом оказанных услуг, в </w:t>
      </w:r>
      <w:r>
        <w:rPr>
          <w:rFonts w:ascii="Times New Roman" w:hAnsi="Times New Roman"/>
        </w:rPr>
        <w:t>течение</w:t>
      </w:r>
      <w:r w:rsidRPr="009C36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пяти (пяти</w:t>
      </w:r>
      <w:r w:rsidRPr="009C367C">
        <w:rPr>
          <w:rFonts w:ascii="Times New Roman" w:hAnsi="Times New Roman"/>
        </w:rPr>
        <w:t>) календарных дней с момента его подписания, путем перечисления денежных средств на расчетный счет Исполнителя на основании выставленной счет</w:t>
      </w:r>
      <w:r>
        <w:rPr>
          <w:rFonts w:ascii="Times New Roman" w:hAnsi="Times New Roman"/>
        </w:rPr>
        <w:t xml:space="preserve"> </w:t>
      </w:r>
      <w:r w:rsidRPr="009C367C">
        <w:rPr>
          <w:rFonts w:ascii="Times New Roman" w:hAnsi="Times New Roman"/>
        </w:rPr>
        <w:t>- фактуры</w:t>
      </w:r>
      <w:r>
        <w:rPr>
          <w:rFonts w:ascii="Times New Roman" w:hAnsi="Times New Roman"/>
        </w:rPr>
        <w:t xml:space="preserve"> и акта выполненных услуг</w:t>
      </w:r>
      <w:r w:rsidRPr="009C367C">
        <w:rPr>
          <w:rFonts w:ascii="Times New Roman" w:hAnsi="Times New Roman"/>
        </w:rPr>
        <w:t>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 xml:space="preserve">3.4. Датой оплаты считается день </w:t>
      </w:r>
      <w:r>
        <w:rPr>
          <w:rFonts w:ascii="Times New Roman" w:hAnsi="Times New Roman"/>
        </w:rPr>
        <w:t xml:space="preserve">перечисления денежных средств на счет </w:t>
      </w:r>
      <w:r w:rsidRPr="009C36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Исполнителя.</w:t>
      </w: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 xml:space="preserve"> </w:t>
      </w:r>
    </w:p>
    <w:p w:rsidR="00BB34FD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  <w:r w:rsidRPr="008E0F67">
        <w:rPr>
          <w:rFonts w:ascii="Times New Roman" w:hAnsi="Times New Roman"/>
          <w:sz w:val="32"/>
          <w:szCs w:val="32"/>
        </w:rPr>
        <w:t>4.</w:t>
      </w:r>
      <w:r w:rsidRPr="008E0F67">
        <w:rPr>
          <w:rFonts w:ascii="Times New Roman" w:hAnsi="Times New Roman"/>
          <w:sz w:val="28"/>
          <w:szCs w:val="28"/>
        </w:rPr>
        <w:t>Ответственность сторон</w:t>
      </w:r>
    </w:p>
    <w:p w:rsidR="00BB34FD" w:rsidRPr="009C367C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 </w:t>
      </w:r>
      <w:r w:rsidRPr="009C367C">
        <w:rPr>
          <w:rFonts w:ascii="Times New Roman" w:hAnsi="Times New Roman"/>
        </w:rPr>
        <w:t>За невыполнение или ненадлежащее выполнение своих обязанностей по настоящему договору, Стороны несут ответственность в соответствии с действующим законодательством Российской Федерации.</w:t>
      </w: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 Исполнитель несет  ответственность за персонал во время исполнения обязательств по настоящему договору.</w:t>
      </w: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</w:p>
    <w:p w:rsidR="00BB34FD" w:rsidRPr="008E0F67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  <w:sz w:val="28"/>
          <w:szCs w:val="28"/>
        </w:rPr>
      </w:pPr>
    </w:p>
    <w:p w:rsidR="00BB34FD" w:rsidRPr="008E0F67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sz w:val="28"/>
          <w:szCs w:val="28"/>
        </w:rPr>
        <w:t>5.Срок действия и условия прекращения договора</w:t>
      </w:r>
    </w:p>
    <w:p w:rsidR="00BB34FD" w:rsidRPr="009C367C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B34FD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5. 1 Настоящий договор вступает в силу</w:t>
      </w:r>
      <w:r>
        <w:rPr>
          <w:rFonts w:ascii="Times New Roman" w:hAnsi="Times New Roman"/>
        </w:rPr>
        <w:t>,</w:t>
      </w:r>
      <w:r w:rsidRPr="009C367C">
        <w:rPr>
          <w:rFonts w:ascii="Times New Roman" w:hAnsi="Times New Roman"/>
        </w:rPr>
        <w:t xml:space="preserve"> с </w:t>
      </w:r>
      <w:r>
        <w:rPr>
          <w:rFonts w:ascii="Times New Roman" w:hAnsi="Times New Roman"/>
        </w:rPr>
        <w:t xml:space="preserve">01.04.2013 года </w:t>
      </w:r>
      <w:r w:rsidRPr="009C367C">
        <w:rPr>
          <w:rFonts w:ascii="Times New Roman" w:hAnsi="Times New Roman"/>
        </w:rPr>
        <w:t>действует непрерывно</w:t>
      </w:r>
      <w:r>
        <w:rPr>
          <w:rFonts w:ascii="Times New Roman" w:hAnsi="Times New Roman"/>
        </w:rPr>
        <w:t xml:space="preserve"> до 31.12.2013 </w:t>
      </w:r>
      <w:r w:rsidRPr="009C367C">
        <w:rPr>
          <w:rFonts w:ascii="Times New Roman" w:hAnsi="Times New Roman"/>
        </w:rPr>
        <w:t xml:space="preserve">г., а в  части расчетов до полного исполнения. </w:t>
      </w:r>
    </w:p>
    <w:p w:rsidR="00BB34FD" w:rsidRPr="00914EE4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 Если за 30 дней до окончания срока действия договора ни одна из сторон не известила друг- друга в письменном виде, то договор считается пролонгированным на тот же срок</w:t>
      </w:r>
      <w:r w:rsidRPr="00914EE4">
        <w:rPr>
          <w:rFonts w:ascii="Times New Roman" w:hAnsi="Times New Roman"/>
        </w:rPr>
        <w:t>.</w:t>
      </w:r>
    </w:p>
    <w:p w:rsidR="00BB34FD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  <w:r w:rsidRPr="008E0F67">
        <w:rPr>
          <w:rFonts w:ascii="Times New Roman" w:hAnsi="Times New Roman"/>
          <w:sz w:val="32"/>
          <w:szCs w:val="32"/>
        </w:rPr>
        <w:t>6.</w:t>
      </w:r>
      <w:r w:rsidRPr="009C367C">
        <w:rPr>
          <w:rFonts w:ascii="Times New Roman" w:hAnsi="Times New Roman"/>
          <w:b/>
          <w:sz w:val="32"/>
          <w:szCs w:val="32"/>
        </w:rPr>
        <w:t xml:space="preserve"> </w:t>
      </w:r>
      <w:r w:rsidRPr="008E0F67">
        <w:rPr>
          <w:rFonts w:ascii="Times New Roman" w:hAnsi="Times New Roman"/>
          <w:sz w:val="28"/>
          <w:szCs w:val="28"/>
        </w:rPr>
        <w:t>Разрешение споров</w:t>
      </w:r>
    </w:p>
    <w:p w:rsidR="00BB34FD" w:rsidRPr="009C367C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B34FD" w:rsidRPr="009C367C" w:rsidRDefault="00BB34FD" w:rsidP="002F7A42">
      <w:pPr>
        <w:pStyle w:val="ListParagraph"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  <w:r w:rsidRPr="009C367C">
        <w:rPr>
          <w:rFonts w:ascii="Times New Roman" w:hAnsi="Times New Roman"/>
          <w:sz w:val="24"/>
          <w:szCs w:val="24"/>
        </w:rPr>
        <w:t>6.1 Споры, возникающие при исполнении настоящего договора, стороны разрешают путем переговоров, В случае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67C">
        <w:rPr>
          <w:rFonts w:ascii="Times New Roman" w:hAnsi="Times New Roman"/>
          <w:sz w:val="24"/>
          <w:szCs w:val="24"/>
        </w:rPr>
        <w:t>урегулирования споров и разногласий путем переговоров спор подлежит разрешению в суде.</w:t>
      </w:r>
    </w:p>
    <w:p w:rsidR="00BB34FD" w:rsidRPr="009C367C" w:rsidRDefault="00BB34FD" w:rsidP="002F7A42">
      <w:pPr>
        <w:pStyle w:val="ListParagraph"/>
        <w:spacing w:after="0"/>
        <w:ind w:left="502"/>
        <w:jc w:val="center"/>
        <w:rPr>
          <w:rFonts w:ascii="Times New Roman" w:hAnsi="Times New Roman"/>
          <w:sz w:val="24"/>
          <w:szCs w:val="24"/>
        </w:rPr>
      </w:pPr>
    </w:p>
    <w:p w:rsidR="00BB34FD" w:rsidRPr="008E0F67" w:rsidRDefault="00BB34FD" w:rsidP="002F7A42">
      <w:pPr>
        <w:pStyle w:val="ListParagraph"/>
        <w:spacing w:after="480"/>
        <w:ind w:left="502"/>
        <w:jc w:val="center"/>
        <w:rPr>
          <w:rFonts w:ascii="Times New Roman" w:hAnsi="Times New Roman"/>
          <w:sz w:val="32"/>
          <w:szCs w:val="32"/>
        </w:rPr>
      </w:pPr>
      <w:r w:rsidRPr="008E0F67">
        <w:rPr>
          <w:rFonts w:ascii="Times New Roman" w:hAnsi="Times New Roman"/>
          <w:sz w:val="32"/>
          <w:szCs w:val="32"/>
        </w:rPr>
        <w:t xml:space="preserve">7. </w:t>
      </w:r>
      <w:r w:rsidRPr="008E0F67">
        <w:rPr>
          <w:rFonts w:ascii="Times New Roman" w:hAnsi="Times New Roman"/>
          <w:sz w:val="28"/>
          <w:szCs w:val="28"/>
        </w:rPr>
        <w:t>Прочие условия</w:t>
      </w:r>
    </w:p>
    <w:p w:rsidR="00BB34FD" w:rsidRPr="009C367C" w:rsidRDefault="00BB34FD" w:rsidP="002F7A42">
      <w:pPr>
        <w:pStyle w:val="ListParagraph"/>
        <w:spacing w:after="480"/>
        <w:ind w:left="502"/>
        <w:jc w:val="center"/>
        <w:rPr>
          <w:rFonts w:ascii="Times New Roman" w:hAnsi="Times New Roman"/>
          <w:b/>
          <w:sz w:val="32"/>
          <w:szCs w:val="32"/>
        </w:rPr>
      </w:pPr>
    </w:p>
    <w:p w:rsidR="00BB34FD" w:rsidRPr="009C367C" w:rsidRDefault="00BB34FD" w:rsidP="002F7A42">
      <w:pPr>
        <w:pStyle w:val="ListParagraph"/>
        <w:spacing w:after="48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7.1 Наст</w:t>
      </w:r>
      <w:r>
        <w:rPr>
          <w:rFonts w:ascii="Times New Roman" w:hAnsi="Times New Roman"/>
        </w:rPr>
        <w:t>оящий договор заключается в двух</w:t>
      </w:r>
      <w:r w:rsidRPr="009C367C">
        <w:rPr>
          <w:rFonts w:ascii="Times New Roman" w:hAnsi="Times New Roman"/>
        </w:rPr>
        <w:t xml:space="preserve"> экземплярах, имею</w:t>
      </w:r>
      <w:r>
        <w:rPr>
          <w:rFonts w:ascii="Times New Roman" w:hAnsi="Times New Roman"/>
        </w:rPr>
        <w:t>щих равную юридическую силу: один экземпляр</w:t>
      </w:r>
      <w:r w:rsidRPr="009C367C">
        <w:rPr>
          <w:rFonts w:ascii="Times New Roman" w:hAnsi="Times New Roman"/>
        </w:rPr>
        <w:t xml:space="preserve"> - Заказчику, один  экземпляр - Исполнителю.</w:t>
      </w:r>
    </w:p>
    <w:p w:rsidR="00BB34FD" w:rsidRPr="009C367C" w:rsidRDefault="00BB34FD" w:rsidP="002F7A42">
      <w:pPr>
        <w:pStyle w:val="ListParagraph"/>
        <w:spacing w:after="48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7.2 Все изменения и дополнения к настоящему договору имеют силу, если они оформлены в письменном виде путем заключения дополнительного соглашения и подписаны полномочными представителями Сторон.</w:t>
      </w:r>
    </w:p>
    <w:p w:rsidR="00BB34FD" w:rsidRDefault="00BB34FD" w:rsidP="002F7A42">
      <w:pPr>
        <w:pStyle w:val="ListParagraph"/>
        <w:spacing w:after="480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</w:rPr>
        <w:t>7.3  Все листы каждого оригинального экземпля</w:t>
      </w:r>
      <w:r>
        <w:rPr>
          <w:rFonts w:ascii="Times New Roman" w:hAnsi="Times New Roman"/>
        </w:rPr>
        <w:t>ра договора и Приложений № 1,2,3,4</w:t>
      </w:r>
      <w:r w:rsidRPr="009C367C">
        <w:rPr>
          <w:rFonts w:ascii="Times New Roman" w:hAnsi="Times New Roman"/>
        </w:rPr>
        <w:t xml:space="preserve"> сшиваются с проставлением печати и подписи Сторон в месте сшива.</w:t>
      </w:r>
    </w:p>
    <w:p w:rsidR="00BB34FD" w:rsidRPr="009C367C" w:rsidRDefault="00BB34FD" w:rsidP="002F7A42">
      <w:pPr>
        <w:pStyle w:val="ListParagraph"/>
        <w:spacing w:after="480"/>
        <w:ind w:left="5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7.4Настоящий договор вступает в силу с момента его подписания уполномоченными представителями сторон.</w:t>
      </w:r>
    </w:p>
    <w:p w:rsidR="00BB34FD" w:rsidRPr="008E0F67" w:rsidRDefault="00BB34FD" w:rsidP="002F7A42">
      <w:pPr>
        <w:pStyle w:val="ListParagraph"/>
        <w:spacing w:after="480"/>
        <w:ind w:left="502"/>
        <w:jc w:val="both"/>
        <w:rPr>
          <w:rFonts w:ascii="Times New Roman" w:hAnsi="Times New Roman"/>
          <w:sz w:val="28"/>
          <w:szCs w:val="28"/>
        </w:rPr>
      </w:pPr>
      <w:r w:rsidRPr="009C367C">
        <w:rPr>
          <w:rFonts w:ascii="Times New Roman" w:hAnsi="Times New Roman"/>
        </w:rPr>
        <w:t xml:space="preserve"> </w:t>
      </w:r>
    </w:p>
    <w:p w:rsidR="00BB34FD" w:rsidRPr="008E0F67" w:rsidRDefault="00BB34FD" w:rsidP="002F7A42">
      <w:pPr>
        <w:pStyle w:val="ListParagraph"/>
        <w:spacing w:before="600" w:after="0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8E0F67">
        <w:rPr>
          <w:rFonts w:ascii="Times New Roman" w:hAnsi="Times New Roman"/>
          <w:b/>
          <w:sz w:val="28"/>
          <w:szCs w:val="28"/>
        </w:rPr>
        <w:t>8. Юридические адреса и реквизиты Сторон</w:t>
      </w:r>
    </w:p>
    <w:p w:rsidR="00BB34FD" w:rsidRPr="009C367C" w:rsidRDefault="00BB34FD" w:rsidP="00A2718D">
      <w:pPr>
        <w:pStyle w:val="ListParagraph"/>
        <w:spacing w:before="600" w:after="0"/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 xml:space="preserve">Заказчик   </w:t>
      </w:r>
      <w:r w:rsidRPr="009C367C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</w:t>
      </w:r>
    </w:p>
    <w:p w:rsidR="00BB34FD" w:rsidRDefault="00BB34FD" w:rsidP="00A731EF">
      <w:pPr>
        <w:pStyle w:val="ListParagraph"/>
        <w:tabs>
          <w:tab w:val="left" w:pos="568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ОАО «Башинформсвязь</w:t>
      </w:r>
      <w:r w:rsidRPr="009C367C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ab/>
      </w:r>
    </w:p>
    <w:p w:rsidR="00BB34FD" w:rsidRPr="009C367C" w:rsidRDefault="00BB34FD" w:rsidP="00984CC1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Белорецкий МУЭС</w:t>
      </w:r>
      <w:r w:rsidRPr="009C367C">
        <w:rPr>
          <w:rFonts w:ascii="Times New Roman" w:hAnsi="Times New Roman"/>
          <w:b/>
          <w:sz w:val="24"/>
          <w:szCs w:val="24"/>
        </w:rPr>
        <w:t xml:space="preserve"> 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367C">
        <w:rPr>
          <w:rFonts w:ascii="Times New Roman" w:hAnsi="Times New Roman"/>
          <w:b/>
          <w:sz w:val="24"/>
          <w:szCs w:val="24"/>
        </w:rPr>
        <w:t xml:space="preserve">филиал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BB34FD" w:rsidRPr="009C367C" w:rsidRDefault="00BB34FD" w:rsidP="00A731EF">
      <w:pPr>
        <w:pStyle w:val="ListParagraph"/>
        <w:tabs>
          <w:tab w:val="left" w:pos="5715"/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 xml:space="preserve">юр. адрес:   </w:t>
      </w:r>
      <w:r w:rsidRPr="009C367C">
        <w:rPr>
          <w:rFonts w:ascii="Times New Roman" w:hAnsi="Times New Roman"/>
          <w:b/>
          <w:sz w:val="24"/>
          <w:szCs w:val="24"/>
        </w:rPr>
        <w:tab/>
      </w:r>
    </w:p>
    <w:p w:rsidR="00BB34FD" w:rsidRPr="009C367C" w:rsidRDefault="00BB34FD" w:rsidP="00A731EF">
      <w:pPr>
        <w:pStyle w:val="ListParagraph"/>
        <w:tabs>
          <w:tab w:val="left" w:pos="5685"/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453500 РБ, г.Белорецк ул.</w:t>
      </w:r>
      <w:r>
        <w:rPr>
          <w:rFonts w:ascii="Times New Roman" w:hAnsi="Times New Roman"/>
          <w:b/>
          <w:sz w:val="24"/>
          <w:szCs w:val="24"/>
        </w:rPr>
        <w:t>Ленина ,41</w:t>
      </w:r>
      <w:r w:rsidRPr="009C367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34FD" w:rsidRDefault="00BB34FD" w:rsidP="00A731EF">
      <w:pPr>
        <w:pStyle w:val="ListParagraph"/>
        <w:tabs>
          <w:tab w:val="left" w:pos="5715"/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ИН</w:t>
      </w:r>
      <w:r>
        <w:rPr>
          <w:rFonts w:ascii="Times New Roman" w:hAnsi="Times New Roman"/>
          <w:b/>
          <w:sz w:val="24"/>
          <w:szCs w:val="24"/>
        </w:rPr>
        <w:t>Н 0274018377</w:t>
      </w:r>
      <w:r w:rsidRPr="009C367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34FD" w:rsidRPr="009C367C" w:rsidRDefault="00BB34FD" w:rsidP="00A2718D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КПП 025602001</w:t>
      </w:r>
      <w:r>
        <w:rPr>
          <w:rFonts w:ascii="Times New Roman" w:hAnsi="Times New Roman"/>
          <w:b/>
          <w:sz w:val="24"/>
          <w:szCs w:val="24"/>
        </w:rPr>
        <w:tab/>
      </w:r>
    </w:p>
    <w:p w:rsidR="00BB34FD" w:rsidRDefault="00BB34FD" w:rsidP="00984CC1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Р/сч</w:t>
      </w:r>
      <w:r>
        <w:rPr>
          <w:rFonts w:ascii="Times New Roman" w:hAnsi="Times New Roman"/>
          <w:b/>
          <w:sz w:val="24"/>
          <w:szCs w:val="24"/>
        </w:rPr>
        <w:t>40702810700351000571</w:t>
      </w:r>
      <w:r>
        <w:rPr>
          <w:rFonts w:ascii="Times New Roman" w:hAnsi="Times New Roman"/>
          <w:b/>
          <w:sz w:val="24"/>
          <w:szCs w:val="24"/>
        </w:rPr>
        <w:tab/>
      </w:r>
    </w:p>
    <w:p w:rsidR="00BB34FD" w:rsidRDefault="00BB34FD" w:rsidP="00984CC1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филиале «Башкортостан»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BB34FD" w:rsidRPr="009C367C" w:rsidRDefault="00BB34FD" w:rsidP="00674D61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ОАО « Альфа-Банк»г.Уфа</w:t>
      </w:r>
      <w:r w:rsidRPr="009C367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34FD" w:rsidRPr="009C367C" w:rsidRDefault="00BB34FD" w:rsidP="000D1431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 w:rsidRPr="009C367C">
        <w:rPr>
          <w:rFonts w:ascii="Times New Roman" w:hAnsi="Times New Roman"/>
          <w:b/>
          <w:sz w:val="24"/>
          <w:szCs w:val="24"/>
        </w:rPr>
        <w:t>К/сч</w:t>
      </w:r>
      <w:r>
        <w:rPr>
          <w:rFonts w:ascii="Times New Roman" w:hAnsi="Times New Roman"/>
          <w:b/>
          <w:sz w:val="24"/>
          <w:szCs w:val="24"/>
        </w:rPr>
        <w:t>30101810100000000940</w:t>
      </w:r>
      <w:r w:rsidRPr="009C367C">
        <w:rPr>
          <w:rFonts w:ascii="Times New Roman" w:hAnsi="Times New Roman"/>
          <w:b/>
          <w:sz w:val="24"/>
          <w:szCs w:val="24"/>
        </w:rPr>
        <w:tab/>
      </w:r>
    </w:p>
    <w:p w:rsidR="00BB34FD" w:rsidRPr="009C367C" w:rsidRDefault="00BB34FD" w:rsidP="000D1431">
      <w:pPr>
        <w:pStyle w:val="ListParagraph"/>
        <w:tabs>
          <w:tab w:val="left" w:pos="5835"/>
        </w:tabs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БИК 048073940</w:t>
      </w:r>
      <w:r w:rsidRPr="009C367C">
        <w:rPr>
          <w:rFonts w:ascii="Times New Roman" w:hAnsi="Times New Roman"/>
          <w:b/>
          <w:sz w:val="24"/>
          <w:szCs w:val="24"/>
        </w:rPr>
        <w:tab/>
      </w:r>
    </w:p>
    <w:p w:rsidR="00BB34FD" w:rsidRPr="009C367C" w:rsidRDefault="00BB34FD" w:rsidP="005A3B61">
      <w:pPr>
        <w:pStyle w:val="ListParagraph"/>
        <w:ind w:left="502"/>
        <w:jc w:val="both"/>
        <w:rPr>
          <w:rFonts w:ascii="Times New Roman" w:hAnsi="Times New Roman"/>
        </w:rPr>
      </w:pPr>
      <w:r w:rsidRPr="009C367C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BB34FD" w:rsidRPr="009C367C" w:rsidRDefault="00BB34FD" w:rsidP="005A3B61">
      <w:pPr>
        <w:pStyle w:val="ListParagraph"/>
        <w:ind w:left="502"/>
        <w:jc w:val="both"/>
        <w:rPr>
          <w:rFonts w:ascii="Times New Roman" w:hAnsi="Times New Roman"/>
          <w:b/>
          <w:sz w:val="32"/>
          <w:szCs w:val="32"/>
        </w:rPr>
      </w:pPr>
      <w:r w:rsidRPr="009C367C">
        <w:rPr>
          <w:rFonts w:ascii="Times New Roman" w:hAnsi="Times New Roman"/>
          <w:b/>
          <w:sz w:val="32"/>
          <w:szCs w:val="32"/>
        </w:rPr>
        <w:t xml:space="preserve">Заказчик                                                    Исполнитель                                        </w:t>
      </w:r>
    </w:p>
    <w:p w:rsidR="00BB34FD" w:rsidRPr="009C367C" w:rsidRDefault="00BB34FD" w:rsidP="00674D61">
      <w:pPr>
        <w:jc w:val="both"/>
        <w:rPr>
          <w:rFonts w:ascii="Times New Roman" w:hAnsi="Times New Roman"/>
          <w:sz w:val="24"/>
          <w:szCs w:val="24"/>
        </w:rPr>
      </w:pPr>
      <w:r w:rsidRPr="009C367C">
        <w:rPr>
          <w:rFonts w:ascii="Times New Roman" w:hAnsi="Times New Roman"/>
        </w:rPr>
        <w:t xml:space="preserve">   __________________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Нарушевич Д.В                                 </w:t>
      </w:r>
      <w:r w:rsidRPr="009C367C">
        <w:rPr>
          <w:rFonts w:ascii="Times New Roman" w:hAnsi="Times New Roman"/>
          <w:b/>
          <w:sz w:val="24"/>
          <w:szCs w:val="24"/>
        </w:rPr>
        <w:t xml:space="preserve"> </w:t>
      </w:r>
      <w:r w:rsidRPr="009C367C">
        <w:rPr>
          <w:rFonts w:ascii="Times New Roman" w:hAnsi="Times New Roman"/>
          <w:sz w:val="24"/>
          <w:szCs w:val="24"/>
        </w:rPr>
        <w:t xml:space="preserve">___________________ </w:t>
      </w:r>
    </w:p>
    <w:p w:rsidR="00BB34FD" w:rsidRPr="009C367C" w:rsidRDefault="00BB34FD" w:rsidP="009C367C">
      <w:pPr>
        <w:tabs>
          <w:tab w:val="center" w:pos="481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м.п</w:t>
      </w:r>
      <w:r>
        <w:rPr>
          <w:rFonts w:ascii="Times New Roman" w:hAnsi="Times New Roman"/>
          <w:sz w:val="24"/>
          <w:szCs w:val="24"/>
        </w:rPr>
        <w:tab/>
        <w:t xml:space="preserve">                  м.п</w:t>
      </w:r>
    </w:p>
    <w:p w:rsidR="00BB34FD" w:rsidRPr="009C367C" w:rsidRDefault="00BB34FD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p w:rsidR="00BB34FD" w:rsidRPr="009C367C" w:rsidRDefault="00BB34FD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p w:rsidR="00BB34FD" w:rsidRPr="009C367C" w:rsidRDefault="00BB34FD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p w:rsidR="00BB34FD" w:rsidRPr="009C367C" w:rsidRDefault="00BB34FD" w:rsidP="003A010F">
      <w:pPr>
        <w:tabs>
          <w:tab w:val="left" w:pos="9075"/>
        </w:tabs>
        <w:rPr>
          <w:rFonts w:ascii="Times New Roman" w:hAnsi="Times New Roman"/>
          <w:sz w:val="24"/>
          <w:szCs w:val="24"/>
        </w:rPr>
      </w:pPr>
    </w:p>
    <w:sectPr w:rsidR="00BB34FD" w:rsidRPr="009C367C" w:rsidSect="005A3B61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FD" w:rsidRDefault="00BB34FD" w:rsidP="00562546">
      <w:pPr>
        <w:spacing w:after="0" w:line="240" w:lineRule="auto"/>
      </w:pPr>
      <w:r>
        <w:separator/>
      </w:r>
    </w:p>
  </w:endnote>
  <w:endnote w:type="continuationSeparator" w:id="0">
    <w:p w:rsidR="00BB34FD" w:rsidRDefault="00BB34FD" w:rsidP="0056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FD" w:rsidRDefault="00BB34FD" w:rsidP="00562546">
      <w:pPr>
        <w:spacing w:after="0" w:line="240" w:lineRule="auto"/>
      </w:pPr>
      <w:r>
        <w:separator/>
      </w:r>
    </w:p>
  </w:footnote>
  <w:footnote w:type="continuationSeparator" w:id="0">
    <w:p w:rsidR="00BB34FD" w:rsidRDefault="00BB34FD" w:rsidP="0056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C3384"/>
    <w:multiLevelType w:val="hybridMultilevel"/>
    <w:tmpl w:val="EA6E039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457"/>
    <w:rsid w:val="0000320E"/>
    <w:rsid w:val="0000651F"/>
    <w:rsid w:val="000104F6"/>
    <w:rsid w:val="0002159F"/>
    <w:rsid w:val="000224EA"/>
    <w:rsid w:val="00050314"/>
    <w:rsid w:val="0005319F"/>
    <w:rsid w:val="0006709A"/>
    <w:rsid w:val="00083971"/>
    <w:rsid w:val="000B07D2"/>
    <w:rsid w:val="000B31BC"/>
    <w:rsid w:val="000B3380"/>
    <w:rsid w:val="000B5D28"/>
    <w:rsid w:val="000B6B69"/>
    <w:rsid w:val="000B787C"/>
    <w:rsid w:val="000D1431"/>
    <w:rsid w:val="000E169C"/>
    <w:rsid w:val="000F0D1C"/>
    <w:rsid w:val="0013372F"/>
    <w:rsid w:val="0014153D"/>
    <w:rsid w:val="00142A00"/>
    <w:rsid w:val="00150553"/>
    <w:rsid w:val="00150779"/>
    <w:rsid w:val="00156AD6"/>
    <w:rsid w:val="00157B74"/>
    <w:rsid w:val="001613F9"/>
    <w:rsid w:val="0016347F"/>
    <w:rsid w:val="0017522E"/>
    <w:rsid w:val="001A677A"/>
    <w:rsid w:val="001B246A"/>
    <w:rsid w:val="001B6348"/>
    <w:rsid w:val="001B7536"/>
    <w:rsid w:val="001C1699"/>
    <w:rsid w:val="001E0697"/>
    <w:rsid w:val="00200C7C"/>
    <w:rsid w:val="00206A9E"/>
    <w:rsid w:val="00215703"/>
    <w:rsid w:val="00222C59"/>
    <w:rsid w:val="00236E3A"/>
    <w:rsid w:val="00242092"/>
    <w:rsid w:val="0024699B"/>
    <w:rsid w:val="00264AAF"/>
    <w:rsid w:val="002766A3"/>
    <w:rsid w:val="0028487C"/>
    <w:rsid w:val="0029368B"/>
    <w:rsid w:val="00293F5D"/>
    <w:rsid w:val="002A10C2"/>
    <w:rsid w:val="002A6EC2"/>
    <w:rsid w:val="002B6068"/>
    <w:rsid w:val="002C2FC7"/>
    <w:rsid w:val="002D41C1"/>
    <w:rsid w:val="002F4F99"/>
    <w:rsid w:val="002F64F0"/>
    <w:rsid w:val="002F7A42"/>
    <w:rsid w:val="0030637D"/>
    <w:rsid w:val="00306794"/>
    <w:rsid w:val="00312A78"/>
    <w:rsid w:val="00342575"/>
    <w:rsid w:val="0035206C"/>
    <w:rsid w:val="00355ED7"/>
    <w:rsid w:val="00362408"/>
    <w:rsid w:val="00370E22"/>
    <w:rsid w:val="0037662E"/>
    <w:rsid w:val="003864D8"/>
    <w:rsid w:val="00397D51"/>
    <w:rsid w:val="003A010F"/>
    <w:rsid w:val="003B15A5"/>
    <w:rsid w:val="004435BC"/>
    <w:rsid w:val="00452028"/>
    <w:rsid w:val="004834EE"/>
    <w:rsid w:val="004D118C"/>
    <w:rsid w:val="004D5FA6"/>
    <w:rsid w:val="004F3B5A"/>
    <w:rsid w:val="0052647A"/>
    <w:rsid w:val="0053288F"/>
    <w:rsid w:val="00555705"/>
    <w:rsid w:val="00557562"/>
    <w:rsid w:val="00561B16"/>
    <w:rsid w:val="00562546"/>
    <w:rsid w:val="005A3B61"/>
    <w:rsid w:val="005C42ED"/>
    <w:rsid w:val="005C6F03"/>
    <w:rsid w:val="005E63DE"/>
    <w:rsid w:val="005F1EAE"/>
    <w:rsid w:val="005F2EF4"/>
    <w:rsid w:val="005F77F3"/>
    <w:rsid w:val="00610051"/>
    <w:rsid w:val="0061045E"/>
    <w:rsid w:val="006301AB"/>
    <w:rsid w:val="00630B3E"/>
    <w:rsid w:val="00632993"/>
    <w:rsid w:val="00652BDC"/>
    <w:rsid w:val="00667D9E"/>
    <w:rsid w:val="00674D61"/>
    <w:rsid w:val="00697E65"/>
    <w:rsid w:val="006A5FF1"/>
    <w:rsid w:val="006A714C"/>
    <w:rsid w:val="006A7A13"/>
    <w:rsid w:val="006B2E52"/>
    <w:rsid w:val="006B36E0"/>
    <w:rsid w:val="006B538F"/>
    <w:rsid w:val="006C4C62"/>
    <w:rsid w:val="006E05E9"/>
    <w:rsid w:val="007014C5"/>
    <w:rsid w:val="00730B1E"/>
    <w:rsid w:val="00730C8C"/>
    <w:rsid w:val="00745018"/>
    <w:rsid w:val="00755AD2"/>
    <w:rsid w:val="00783EF6"/>
    <w:rsid w:val="00784A80"/>
    <w:rsid w:val="00786065"/>
    <w:rsid w:val="00794300"/>
    <w:rsid w:val="00797B75"/>
    <w:rsid w:val="007B3971"/>
    <w:rsid w:val="007B5E29"/>
    <w:rsid w:val="007D33F4"/>
    <w:rsid w:val="007F1073"/>
    <w:rsid w:val="007F3594"/>
    <w:rsid w:val="007F4069"/>
    <w:rsid w:val="007F7181"/>
    <w:rsid w:val="007F7620"/>
    <w:rsid w:val="0082136D"/>
    <w:rsid w:val="00827DE1"/>
    <w:rsid w:val="00831E44"/>
    <w:rsid w:val="0084535E"/>
    <w:rsid w:val="0085478E"/>
    <w:rsid w:val="00863D71"/>
    <w:rsid w:val="008810BB"/>
    <w:rsid w:val="00886AD8"/>
    <w:rsid w:val="00890BBA"/>
    <w:rsid w:val="00893952"/>
    <w:rsid w:val="008D4211"/>
    <w:rsid w:val="008E0F67"/>
    <w:rsid w:val="009111BD"/>
    <w:rsid w:val="00914EE4"/>
    <w:rsid w:val="009240DF"/>
    <w:rsid w:val="00925F0D"/>
    <w:rsid w:val="0094168C"/>
    <w:rsid w:val="00953C30"/>
    <w:rsid w:val="00960FA8"/>
    <w:rsid w:val="009637A9"/>
    <w:rsid w:val="009721FB"/>
    <w:rsid w:val="00983764"/>
    <w:rsid w:val="00984CC1"/>
    <w:rsid w:val="009945D1"/>
    <w:rsid w:val="00995091"/>
    <w:rsid w:val="009A01D3"/>
    <w:rsid w:val="009A0B6F"/>
    <w:rsid w:val="009A28B5"/>
    <w:rsid w:val="009C1DD4"/>
    <w:rsid w:val="009C367C"/>
    <w:rsid w:val="009C3EE2"/>
    <w:rsid w:val="009D4F6E"/>
    <w:rsid w:val="009E560A"/>
    <w:rsid w:val="009E5A44"/>
    <w:rsid w:val="009F637D"/>
    <w:rsid w:val="009F6C7A"/>
    <w:rsid w:val="00A2718D"/>
    <w:rsid w:val="00A3510A"/>
    <w:rsid w:val="00A41180"/>
    <w:rsid w:val="00A442D7"/>
    <w:rsid w:val="00A655AB"/>
    <w:rsid w:val="00A71EE3"/>
    <w:rsid w:val="00A731EF"/>
    <w:rsid w:val="00A82183"/>
    <w:rsid w:val="00A86654"/>
    <w:rsid w:val="00A93568"/>
    <w:rsid w:val="00AB44BE"/>
    <w:rsid w:val="00AC0886"/>
    <w:rsid w:val="00AD3B8B"/>
    <w:rsid w:val="00AE42A9"/>
    <w:rsid w:val="00BB2FB8"/>
    <w:rsid w:val="00BB34FD"/>
    <w:rsid w:val="00BB4374"/>
    <w:rsid w:val="00BB55BE"/>
    <w:rsid w:val="00BC1E2E"/>
    <w:rsid w:val="00BC590E"/>
    <w:rsid w:val="00BD07FC"/>
    <w:rsid w:val="00BD1BD5"/>
    <w:rsid w:val="00BF2799"/>
    <w:rsid w:val="00BF65ED"/>
    <w:rsid w:val="00C01432"/>
    <w:rsid w:val="00C241EA"/>
    <w:rsid w:val="00C325D0"/>
    <w:rsid w:val="00C3779D"/>
    <w:rsid w:val="00C43EC8"/>
    <w:rsid w:val="00C4732D"/>
    <w:rsid w:val="00C83475"/>
    <w:rsid w:val="00CA15F4"/>
    <w:rsid w:val="00CA675B"/>
    <w:rsid w:val="00CD5A2C"/>
    <w:rsid w:val="00CD63E4"/>
    <w:rsid w:val="00D012F9"/>
    <w:rsid w:val="00D11DE2"/>
    <w:rsid w:val="00D13388"/>
    <w:rsid w:val="00D34145"/>
    <w:rsid w:val="00D638F4"/>
    <w:rsid w:val="00D76268"/>
    <w:rsid w:val="00D76B28"/>
    <w:rsid w:val="00D77B46"/>
    <w:rsid w:val="00D8235C"/>
    <w:rsid w:val="00D83137"/>
    <w:rsid w:val="00D86FD1"/>
    <w:rsid w:val="00D92C94"/>
    <w:rsid w:val="00DA7493"/>
    <w:rsid w:val="00DB010C"/>
    <w:rsid w:val="00DB3A4C"/>
    <w:rsid w:val="00DD1789"/>
    <w:rsid w:val="00DE331A"/>
    <w:rsid w:val="00E00BEF"/>
    <w:rsid w:val="00E166C8"/>
    <w:rsid w:val="00E20FAA"/>
    <w:rsid w:val="00E41EF7"/>
    <w:rsid w:val="00E44C69"/>
    <w:rsid w:val="00E56849"/>
    <w:rsid w:val="00E626F8"/>
    <w:rsid w:val="00E64106"/>
    <w:rsid w:val="00E72267"/>
    <w:rsid w:val="00E90F27"/>
    <w:rsid w:val="00EF46CF"/>
    <w:rsid w:val="00EF795D"/>
    <w:rsid w:val="00F02EC8"/>
    <w:rsid w:val="00F05156"/>
    <w:rsid w:val="00F05457"/>
    <w:rsid w:val="00F206E4"/>
    <w:rsid w:val="00F3576F"/>
    <w:rsid w:val="00F72491"/>
    <w:rsid w:val="00F76AA1"/>
    <w:rsid w:val="00F83698"/>
    <w:rsid w:val="00F877A5"/>
    <w:rsid w:val="00FA0F32"/>
    <w:rsid w:val="00FA21E4"/>
    <w:rsid w:val="00FA5D3D"/>
    <w:rsid w:val="00FB2FF3"/>
    <w:rsid w:val="00FB3C85"/>
    <w:rsid w:val="00FD7819"/>
    <w:rsid w:val="00FE0C73"/>
    <w:rsid w:val="00FE1164"/>
    <w:rsid w:val="00FF52BD"/>
    <w:rsid w:val="00FF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02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B5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646464"/>
      <w:kern w:val="36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69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5FF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5E29"/>
    <w:rPr>
      <w:rFonts w:ascii="Times New Roman" w:hAnsi="Times New Roman" w:cs="Times New Roman"/>
      <w:b/>
      <w:bCs/>
      <w:color w:val="646464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069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A5FF1"/>
    <w:rPr>
      <w:rFonts w:ascii="Cambria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uiPriority w:val="99"/>
    <w:semiHidden/>
    <w:rsid w:val="00370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c">
    <w:name w:val="basic"/>
    <w:basedOn w:val="Normal"/>
    <w:uiPriority w:val="99"/>
    <w:rsid w:val="006A5F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E0697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1E06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E0697"/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E0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69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rsid w:val="00A442D7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A442D7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562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254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62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2546"/>
    <w:rPr>
      <w:rFonts w:cs="Times New Roman"/>
    </w:rPr>
  </w:style>
  <w:style w:type="paragraph" w:styleId="ListParagraph">
    <w:name w:val="List Paragraph"/>
    <w:basedOn w:val="Normal"/>
    <w:uiPriority w:val="99"/>
    <w:qFormat/>
    <w:rsid w:val="00FA2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0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8700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3</Pages>
  <Words>919</Words>
  <Characters>5243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777</dc:creator>
  <cp:keywords/>
  <dc:description/>
  <cp:lastModifiedBy>o.igumnova</cp:lastModifiedBy>
  <cp:revision>9</cp:revision>
  <cp:lastPrinted>2013-03-15T06:22:00Z</cp:lastPrinted>
  <dcterms:created xsi:type="dcterms:W3CDTF">2012-12-18T07:14:00Z</dcterms:created>
  <dcterms:modified xsi:type="dcterms:W3CDTF">2013-03-22T09:28:00Z</dcterms:modified>
</cp:coreProperties>
</file>